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8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062D0806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FC36CA">
              <w:t>003</w:t>
            </w:r>
          </w:p>
          <w:p w14:paraId="56E31633" w14:textId="5AC5C1C1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2-01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Content>
                <w:r w:rsidR="00FC36CA">
                  <w:t>February 1,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77777777" w:rsidR="00F105BA" w:rsidRDefault="003A3C31">
            <w:pPr>
              <w:pStyle w:val="Heading3"/>
            </w:pPr>
            <w:r>
              <w:t>TO</w:t>
            </w:r>
          </w:p>
          <w:p w14:paraId="65C4AF5A" w14:textId="091A1E38" w:rsidR="00F105BA" w:rsidRDefault="00FC36CA">
            <w:pPr>
              <w:pStyle w:val="NoSpacing"/>
            </w:pPr>
            <w:r>
              <w:t>Got Taught Training</w:t>
            </w:r>
          </w:p>
          <w:p w14:paraId="4587FB71" w14:textId="242692DB" w:rsidR="00F105BA" w:rsidRDefault="00FC36CA">
            <w:pPr>
              <w:pStyle w:val="NoSpacing"/>
            </w:pPr>
            <w:r>
              <w:t xml:space="preserve">15 Broadway, </w:t>
            </w:r>
          </w:p>
          <w:p w14:paraId="0CC5FF89" w14:textId="60B419A0" w:rsidR="00F105BA" w:rsidRDefault="00FC36CA">
            <w:pPr>
              <w:pStyle w:val="NoSpacing"/>
            </w:pPr>
            <w:r>
              <w:t>Ultimo, 2007</w:t>
            </w:r>
          </w:p>
          <w:p w14:paraId="22E8EA50" w14:textId="55ADF757" w:rsidR="00F105BA" w:rsidRDefault="00FC36CA" w:rsidP="00FC36CA">
            <w:pPr>
              <w:pStyle w:val="NoSpacing"/>
            </w:pPr>
            <w:proofErr w:type="gramStart"/>
            <w:r>
              <w:t>got.trainig2014@gmail.com</w:t>
            </w:r>
            <w:bookmarkStart w:id="0" w:name="_GoBack"/>
            <w:bookmarkEnd w:id="0"/>
            <w:proofErr w:type="gramEnd"/>
          </w:p>
        </w:tc>
        <w:tc>
          <w:tcPr>
            <w:tcW w:w="4675" w:type="dxa"/>
          </w:tcPr>
          <w:p w14:paraId="5C71B3BC" w14:textId="77777777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C06D04">
              <w:t>E-Commerce Website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Accent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14:paraId="7EFB9A31" w14:textId="77777777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064EC1D7" w:rsidR="00F105BA" w:rsidRDefault="00FC36CA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E-Commerce Website</w:t>
            </w:r>
          </w:p>
        </w:tc>
        <w:tc>
          <w:tcPr>
            <w:tcW w:w="2245" w:type="dxa"/>
          </w:tcPr>
          <w:p w14:paraId="4DF8D9FA" w14:textId="5F7A02A7" w:rsidR="00F105BA" w:rsidRDefault="00FC36C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$6,000</w:t>
            </w:r>
          </w:p>
        </w:tc>
      </w:tr>
      <w:tr w:rsidR="00F105BA" w14:paraId="6C87A60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14:paraId="470B8FF8" w14:textId="4FF696A5" w:rsidR="001C0A8E" w:rsidRDefault="00FC36CA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$6,000</w:t>
            </w:r>
          </w:p>
        </w:tc>
      </w:tr>
      <w:tr w:rsidR="001C0A8E" w14:paraId="3333A9F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</w:p>
        </w:tc>
        <w:tc>
          <w:tcPr>
            <w:tcW w:w="2245" w:type="dxa"/>
          </w:tcPr>
          <w:p w14:paraId="57675BA5" w14:textId="128AF28A" w:rsidR="001C0A8E" w:rsidRDefault="00FC36CA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$600</w:t>
            </w:r>
          </w:p>
        </w:tc>
      </w:tr>
      <w:tr w:rsidR="001C0A8E" w14:paraId="74D1BCF8" w14:textId="77777777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14:paraId="5E2CB968" w14:textId="1B3E9EED" w:rsidR="001C0A8E" w:rsidRDefault="00FC36CA" w:rsidP="001C0A8E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$6,600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</w:t>
      </w:r>
      <w:proofErr w:type="gramStart"/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02)1234</w:t>
      </w:r>
      <w:proofErr w:type="gramEnd"/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F218F" w14:textId="77777777" w:rsidR="00FC36CA" w:rsidRDefault="00FC36CA">
      <w:pPr>
        <w:spacing w:line="240" w:lineRule="auto"/>
      </w:pPr>
      <w:r>
        <w:separator/>
      </w:r>
    </w:p>
  </w:endnote>
  <w:endnote w:type="continuationSeparator" w:id="0">
    <w:p w14:paraId="2547CE5E" w14:textId="77777777" w:rsidR="00FC36CA" w:rsidRDefault="00FC3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76100" w14:textId="77777777" w:rsidR="00FC36CA" w:rsidRDefault="00FC36CA">
      <w:pPr>
        <w:spacing w:line="240" w:lineRule="auto"/>
      </w:pPr>
      <w:r>
        <w:separator/>
      </w:r>
    </w:p>
  </w:footnote>
  <w:footnote w:type="continuationSeparator" w:id="0">
    <w:p w14:paraId="7ABC8A5C" w14:textId="77777777" w:rsidR="00FC36CA" w:rsidRDefault="00FC36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D"/>
    <w:rsid w:val="001C0A8E"/>
    <w:rsid w:val="003A3C31"/>
    <w:rsid w:val="0045004C"/>
    <w:rsid w:val="00777A35"/>
    <w:rsid w:val="009146C0"/>
    <w:rsid w:val="00A4323D"/>
    <w:rsid w:val="00B84074"/>
    <w:rsid w:val="00C06D04"/>
    <w:rsid w:val="00CB371C"/>
    <w:rsid w:val="00F105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746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thosesoftwareguys@gmail.co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7670A4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\Users\Jacky\AppData\Roaming\Microsoft\Templates\Service invoice.dotx</Template>
  <TotalTime>17</TotalTime>
  <Pages>1</Pages>
  <Words>108</Words>
  <Characters>618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David Cotton</cp:lastModifiedBy>
  <cp:revision>9</cp:revision>
  <dcterms:created xsi:type="dcterms:W3CDTF">2014-03-14T06:18:00Z</dcterms:created>
  <dcterms:modified xsi:type="dcterms:W3CDTF">2014-03-31T06:42:00Z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